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4D4FEA6F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24A48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36D03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C51D5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7F5E4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F9E25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BE720" w14:textId="206449EC" w:rsidR="00224A48" w:rsidRDefault="00224A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3461A0D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4236337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24A48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05387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5147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207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C20FC1-18B0-45F2-A28F-0AE04ED69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4bd7335-73fa-4289-ac41-e1198b3533d9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3</cp:revision>
  <cp:lastPrinted>2025-11-04T13:24:00Z</cp:lastPrinted>
  <dcterms:created xsi:type="dcterms:W3CDTF">2025-08-18T08:49:00Z</dcterms:created>
  <dcterms:modified xsi:type="dcterms:W3CDTF">2025-11-04T13:24:00Z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